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2" w:rsidRPr="008D09C7" w:rsidRDefault="001510A2" w:rsidP="00C273FE">
      <w:pPr>
        <w:pStyle w:val="Title"/>
        <w:rPr>
          <w:b/>
          <w:i/>
        </w:rPr>
      </w:pPr>
      <w:bookmarkStart w:id="0" w:name="_GoBack"/>
      <w:bookmarkEnd w:id="0"/>
      <w:r w:rsidRPr="008D09C7">
        <w:t>Java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C273FE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C273FE">
      <w:pPr>
        <w:pStyle w:val="Heading2"/>
        <w:rPr>
          <w:i/>
        </w:rPr>
      </w:pPr>
      <w:r w:rsidRPr="008D09C7">
        <w:t>Brazilian Bourbon Santos</w:t>
      </w:r>
    </w:p>
    <w:p w:rsidR="001510A2" w:rsidRPr="008D09C7" w:rsidRDefault="001510A2" w:rsidP="00052B03">
      <w:pPr>
        <w:pStyle w:val="Productdescription"/>
      </w:pPr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C273FE">
      <w:pPr>
        <w:pStyle w:val="Heading2"/>
        <w:rPr>
          <w:i/>
        </w:rPr>
      </w:pPr>
      <w:r w:rsidRPr="008D09C7">
        <w:t>Colombian Bogota Supremo</w:t>
      </w:r>
    </w:p>
    <w:p w:rsidR="001510A2" w:rsidRPr="008D09C7" w:rsidRDefault="001510A2" w:rsidP="00052B03">
      <w:pPr>
        <w:pStyle w:val="Productdescription"/>
      </w:pPr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C273FE">
      <w:pPr>
        <w:pStyle w:val="Heading2"/>
        <w:rPr>
          <w:i/>
        </w:rPr>
      </w:pPr>
      <w:r w:rsidRPr="008D09C7">
        <w:t>Costa Rica</w:t>
      </w:r>
      <w:r w:rsidR="00051A50" w:rsidRPr="008D09C7">
        <w:t>n Tarrazu</w:t>
      </w:r>
    </w:p>
    <w:p w:rsidR="003447A9" w:rsidRPr="008D09C7" w:rsidRDefault="00685D23" w:rsidP="00052B03">
      <w:pPr>
        <w:pStyle w:val="Productdescription"/>
      </w:pPr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C273FE">
      <w:pPr>
        <w:pStyle w:val="Heading2"/>
        <w:rPr>
          <w:i/>
        </w:rPr>
      </w:pPr>
      <w:r w:rsidRPr="008D09C7">
        <w:t>Guatemala</w:t>
      </w:r>
      <w:r w:rsidR="00DD1F07" w:rsidRPr="008D09C7">
        <w:t>n</w:t>
      </w:r>
      <w:r w:rsidRPr="008D09C7">
        <w:t xml:space="preserve"> Coban</w:t>
      </w:r>
    </w:p>
    <w:p w:rsidR="003447A9" w:rsidRPr="008D09C7" w:rsidRDefault="00DD1F07" w:rsidP="00052B03">
      <w:pPr>
        <w:pStyle w:val="Productdescription"/>
      </w:pPr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C273FE">
      <w:pPr>
        <w:pStyle w:val="Heading2"/>
        <w:rPr>
          <w:i/>
        </w:rPr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052B03">
      <w:pPr>
        <w:pStyle w:val="Productdescription"/>
      </w:pPr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C273FE">
      <w:pPr>
        <w:pStyle w:val="Heading1"/>
      </w:pPr>
      <w:r w:rsidRPr="008D09C7">
        <w:t>Java Tucana’s blends</w:t>
      </w:r>
    </w:p>
    <w:p w:rsidR="001510A2" w:rsidRPr="008D09C7" w:rsidRDefault="001510A2" w:rsidP="00C273FE">
      <w:pPr>
        <w:pStyle w:val="Heading2"/>
        <w:rPr>
          <w:i/>
        </w:rPr>
      </w:pPr>
      <w:r w:rsidRPr="008D09C7">
        <w:t>Phoenix Roast</w:t>
      </w:r>
    </w:p>
    <w:p w:rsidR="001510A2" w:rsidRPr="008D09C7" w:rsidRDefault="001510A2" w:rsidP="00052B03">
      <w:pPr>
        <w:pStyle w:val="Productdescription"/>
      </w:pPr>
      <w:r w:rsidRPr="008D09C7">
        <w:t xml:space="preserve">Phoenix Roast can help you rise from the ashes of a late night or a long meeting. A blend of Columbian Bogota and Costa Rican Tarrazu,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C273FE">
      <w:pPr>
        <w:pStyle w:val="Heading2"/>
        <w:rPr>
          <w:i/>
        </w:rPr>
      </w:pPr>
      <w:r w:rsidRPr="008D09C7">
        <w:t>Tucana Roast</w:t>
      </w:r>
    </w:p>
    <w:p w:rsidR="00FE16E0" w:rsidRPr="008D09C7" w:rsidRDefault="00FE16E0" w:rsidP="00052B03">
      <w:pPr>
        <w:pStyle w:val="Productdescription"/>
      </w:pPr>
      <w:r w:rsidRPr="008D09C7">
        <w:t>Our signature roast blends Brazilian Bourbon Santos with Guatemalan Coban.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2B03"/>
    <w:rsid w:val="000E1B88"/>
    <w:rsid w:val="000E7266"/>
    <w:rsid w:val="001510A2"/>
    <w:rsid w:val="00166F60"/>
    <w:rsid w:val="00201154"/>
    <w:rsid w:val="00227826"/>
    <w:rsid w:val="002372C4"/>
    <w:rsid w:val="003447A9"/>
    <w:rsid w:val="00355CC5"/>
    <w:rsid w:val="00363BBC"/>
    <w:rsid w:val="003A05B2"/>
    <w:rsid w:val="004851B7"/>
    <w:rsid w:val="004A35AF"/>
    <w:rsid w:val="00520DEF"/>
    <w:rsid w:val="00555AA6"/>
    <w:rsid w:val="00607D8F"/>
    <w:rsid w:val="00656E63"/>
    <w:rsid w:val="00685D23"/>
    <w:rsid w:val="006A34BA"/>
    <w:rsid w:val="008D09C7"/>
    <w:rsid w:val="008D1ACA"/>
    <w:rsid w:val="009C686F"/>
    <w:rsid w:val="00B2059F"/>
    <w:rsid w:val="00BE7226"/>
    <w:rsid w:val="00C273FE"/>
    <w:rsid w:val="00C80AD5"/>
    <w:rsid w:val="00D8103C"/>
    <w:rsid w:val="00DD1F07"/>
    <w:rsid w:val="00F57A67"/>
    <w:rsid w:val="00F80F7C"/>
    <w:rsid w:val="00FC2DED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EFE91-62F7-4139-B249-25F7B4A8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DED"/>
    <w:pPr>
      <w:spacing w:after="200" w:line="276" w:lineRule="auto"/>
      <w:ind w:firstLine="0"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2D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D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2D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3F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3F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3F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3F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3F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3F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  <w:rsid w:val="00FC2DE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C2DED"/>
  </w:style>
  <w:style w:type="character" w:styleId="Strong">
    <w:name w:val="Strong"/>
    <w:basedOn w:val="DefaultParagraphFont"/>
    <w:uiPriority w:val="22"/>
    <w:qFormat/>
    <w:rsid w:val="00FC2DED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FC2DED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2DED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C2DED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2DED"/>
    <w:rPr>
      <w:rFonts w:asciiTheme="majorHAnsi" w:eastAsiaTheme="majorEastAsia" w:hAnsiTheme="majorHAnsi" w:cstheme="majorBidi"/>
      <w:b/>
      <w:bCs/>
      <w:color w:val="C0504D" w:themeColor="accent2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C2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DED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DED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DED"/>
    <w:rPr>
      <w:rFonts w:ascii="Tahoma" w:eastAsiaTheme="minorHAns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C2D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3F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3F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3FE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3F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3FE"/>
    <w:rPr>
      <w:i/>
      <w:iCs/>
      <w:color w:val="808080" w:themeColor="text1" w:themeTint="7F"/>
      <w:spacing w:val="10"/>
      <w:sz w:val="24"/>
      <w:szCs w:val="24"/>
    </w:rPr>
  </w:style>
  <w:style w:type="character" w:styleId="Emphasis">
    <w:name w:val="Emphasis"/>
    <w:uiPriority w:val="20"/>
    <w:qFormat/>
    <w:rsid w:val="00C273FE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1"/>
    <w:qFormat/>
    <w:rsid w:val="00C273F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273FE"/>
  </w:style>
  <w:style w:type="paragraph" w:styleId="ListParagraph">
    <w:name w:val="List Paragraph"/>
    <w:basedOn w:val="Normal"/>
    <w:uiPriority w:val="34"/>
    <w:qFormat/>
    <w:rsid w:val="00C273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3FE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273FE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3F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3F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C273F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273FE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C273FE"/>
    <w:rPr>
      <w:smallCaps/>
    </w:rPr>
  </w:style>
  <w:style w:type="character" w:styleId="IntenseReference">
    <w:name w:val="Intense Reference"/>
    <w:uiPriority w:val="32"/>
    <w:qFormat/>
    <w:rsid w:val="00C273FE"/>
    <w:rPr>
      <w:b/>
      <w:bCs/>
      <w:smallCaps/>
      <w:color w:val="auto"/>
    </w:rPr>
  </w:style>
  <w:style w:type="character" w:styleId="BookTitle">
    <w:name w:val="Book Title"/>
    <w:uiPriority w:val="33"/>
    <w:qFormat/>
    <w:rsid w:val="00C273F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3FE"/>
    <w:pPr>
      <w:outlineLvl w:val="9"/>
    </w:pPr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FC2DED"/>
    <w:rPr>
      <w:color w:val="808080"/>
    </w:rPr>
  </w:style>
  <w:style w:type="paragraph" w:customStyle="1" w:styleId="Productdescription">
    <w:name w:val="Product description"/>
    <w:basedOn w:val="Normal"/>
    <w:rsid w:val="00052B03"/>
    <w:pPr>
      <w:suppressAutoHyphens/>
      <w:spacing w:line="288" w:lineRule="auto"/>
      <w:ind w:left="720" w:right="720"/>
      <w:mirrorIndents/>
    </w:pPr>
    <w:rPr>
      <w:rFonts w:eastAsiaTheme="minorEastAsia"/>
      <w:i/>
      <w:iCs/>
      <w:sz w:val="20"/>
      <w:szCs w:val="20"/>
    </w:rPr>
  </w:style>
  <w:style w:type="character" w:customStyle="1" w:styleId="Productname">
    <w:name w:val="Product name"/>
    <w:basedOn w:val="DefaultParagraphFont"/>
    <w:uiPriority w:val="1"/>
    <w:rsid w:val="00052B03"/>
    <w:rPr>
      <w:color w:val="76923C" w:themeColor="accent3" w:themeShade="BF"/>
      <w:spacing w:val="-20"/>
      <w:w w:val="120"/>
      <w:u w:val="single" w:color="F79646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%20Kulik\Documents\30%20Bird\Word%202013\MIP\DITA%20for%20MIPs\DITA%20Word%202010%20L3\DITA%20Word%202010%20L3\Word2010L3Data\Advanced%20Document%20Management\Product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Product list.dotx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2015-09-18T15:13:00Z</dcterms:created>
  <dcterms:modified xsi:type="dcterms:W3CDTF">2015-09-18T15:13:00Z</dcterms:modified>
</cp:coreProperties>
</file>